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F53" w:rsidRDefault="00A36F53"/>
    <w:p w:rsidR="005040FF" w:rsidRDefault="008D3C46">
      <w:r>
        <w:t>Ur.broj:</w:t>
      </w:r>
      <w:r w:rsidR="0003446B">
        <w:t>33/2021.</w:t>
      </w:r>
    </w:p>
    <w:p w:rsidR="008D3C46" w:rsidRDefault="008D3C46">
      <w:r>
        <w:t>Drniš, 9. prosinca 2021.</w:t>
      </w:r>
    </w:p>
    <w:p w:rsidR="008D3C46" w:rsidRDefault="008D3C46"/>
    <w:p w:rsidR="008D3C46" w:rsidRDefault="008D3C46"/>
    <w:p w:rsidR="008D3C46" w:rsidRDefault="008D3C46"/>
    <w:p w:rsidR="00D87049" w:rsidRDefault="00D87049"/>
    <w:p w:rsidR="00D87049" w:rsidRDefault="00D87049">
      <w:bookmarkStart w:id="0" w:name="_GoBack"/>
      <w:bookmarkEnd w:id="0"/>
    </w:p>
    <w:p w:rsidR="008D3C46" w:rsidRDefault="008D3C46"/>
    <w:p w:rsidR="008D3C46" w:rsidRPr="0003446B" w:rsidRDefault="008D3C46">
      <w:pPr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03446B">
        <w:rPr>
          <w:b/>
          <w:sz w:val="24"/>
          <w:szCs w:val="24"/>
        </w:rPr>
        <w:t>GRADSKO VIJEĆE GRADA DRNIŠA</w:t>
      </w:r>
    </w:p>
    <w:p w:rsidR="008D3C46" w:rsidRPr="00F87F62" w:rsidRDefault="00F87F62">
      <w:pPr>
        <w:rPr>
          <w:b/>
          <w:sz w:val="24"/>
          <w:szCs w:val="24"/>
        </w:rPr>
      </w:pPr>
      <w:r w:rsidRPr="00F87F62">
        <w:rPr>
          <w:b/>
          <w:sz w:val="24"/>
          <w:szCs w:val="24"/>
        </w:rPr>
        <w:tab/>
      </w:r>
      <w:r w:rsidRPr="00F87F62">
        <w:rPr>
          <w:b/>
          <w:sz w:val="24"/>
          <w:szCs w:val="24"/>
        </w:rPr>
        <w:tab/>
      </w:r>
      <w:r w:rsidRPr="00F87F62">
        <w:rPr>
          <w:b/>
          <w:sz w:val="24"/>
          <w:szCs w:val="24"/>
        </w:rPr>
        <w:tab/>
      </w:r>
      <w:r w:rsidRPr="00F87F62">
        <w:rPr>
          <w:b/>
          <w:sz w:val="24"/>
          <w:szCs w:val="24"/>
        </w:rPr>
        <w:tab/>
      </w:r>
      <w:r w:rsidRPr="00F87F62">
        <w:rPr>
          <w:b/>
          <w:sz w:val="24"/>
          <w:szCs w:val="24"/>
        </w:rPr>
        <w:tab/>
      </w:r>
      <w:r w:rsidRPr="00F87F6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</w:t>
      </w:r>
      <w:r w:rsidRPr="00F87F62">
        <w:rPr>
          <w:b/>
          <w:sz w:val="24"/>
          <w:szCs w:val="24"/>
        </w:rPr>
        <w:t>DRNIŠ</w:t>
      </w:r>
    </w:p>
    <w:p w:rsidR="008D3C46" w:rsidRDefault="008D3C46"/>
    <w:p w:rsidR="008D3C46" w:rsidRDefault="008D3C46"/>
    <w:p w:rsidR="008D3C46" w:rsidRDefault="008D3C46"/>
    <w:p w:rsidR="008D3C46" w:rsidRPr="00313421" w:rsidRDefault="008D3C46">
      <w:pPr>
        <w:rPr>
          <w:b/>
        </w:rPr>
      </w:pPr>
      <w:r w:rsidRPr="00313421">
        <w:rPr>
          <w:b/>
        </w:rPr>
        <w:t>Predmet: Plan i program rada Narodne knjižnice-Drniš za 2022. godinu</w:t>
      </w:r>
    </w:p>
    <w:p w:rsidR="008D3C46" w:rsidRDefault="008D3C46"/>
    <w:p w:rsidR="008D3C46" w:rsidRDefault="008D3C46"/>
    <w:p w:rsidR="008D3C46" w:rsidRDefault="008D3C46">
      <w:r>
        <w:t>Poštovani,</w:t>
      </w:r>
    </w:p>
    <w:p w:rsidR="008D3C46" w:rsidRDefault="008D3C46"/>
    <w:p w:rsidR="008D3C46" w:rsidRDefault="008D3C46">
      <w:r>
        <w:t xml:space="preserve">u </w:t>
      </w:r>
      <w:r w:rsidR="0003446B">
        <w:t>prilogu Vam šaljem</w:t>
      </w:r>
      <w:r>
        <w:t xml:space="preserve"> Plan i program rada Narodne knjižnice-Drniš za 2022. godinu.</w:t>
      </w:r>
    </w:p>
    <w:p w:rsidR="008D3C46" w:rsidRDefault="008D3C46"/>
    <w:p w:rsidR="008D3C46" w:rsidRDefault="008D3C46"/>
    <w:p w:rsidR="008D3C46" w:rsidRDefault="008D3C46">
      <w:r>
        <w:tab/>
      </w:r>
      <w:r>
        <w:tab/>
      </w:r>
    </w:p>
    <w:p w:rsidR="008D3C46" w:rsidRDefault="008D3C46">
      <w:r>
        <w:tab/>
      </w:r>
      <w:r>
        <w:tab/>
      </w:r>
      <w:r>
        <w:tab/>
      </w:r>
    </w:p>
    <w:p w:rsidR="00C15389" w:rsidRDefault="008D3C46">
      <w:r>
        <w:tab/>
      </w:r>
      <w:r>
        <w:tab/>
      </w:r>
      <w:r>
        <w:tab/>
      </w:r>
    </w:p>
    <w:p w:rsidR="008D3C46" w:rsidRDefault="00C15389">
      <w:r>
        <w:tab/>
      </w:r>
      <w:r w:rsidR="008D3C46">
        <w:tab/>
        <w:t>Srdačan pozdrav.</w:t>
      </w:r>
    </w:p>
    <w:p w:rsidR="00C15389" w:rsidRDefault="00C15389"/>
    <w:p w:rsidR="008D3C46" w:rsidRDefault="008D3C46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D3C46" w:rsidRDefault="008D3C46">
      <w:r>
        <w:tab/>
      </w:r>
      <w:r>
        <w:tab/>
      </w:r>
      <w:r>
        <w:tab/>
      </w:r>
      <w:r>
        <w:tab/>
      </w:r>
      <w:r>
        <w:tab/>
      </w:r>
      <w:r>
        <w:tab/>
        <w:t>Ravnateljica:</w:t>
      </w:r>
    </w:p>
    <w:p w:rsidR="008D3C46" w:rsidRDefault="008D3C46">
      <w:r>
        <w:tab/>
      </w:r>
      <w:r>
        <w:tab/>
      </w:r>
      <w:r>
        <w:tab/>
      </w:r>
      <w:r>
        <w:tab/>
      </w:r>
      <w:r>
        <w:tab/>
      </w:r>
      <w:r>
        <w:tab/>
        <w:t>__________________</w:t>
      </w:r>
    </w:p>
    <w:p w:rsidR="008D3C46" w:rsidRDefault="008D3C46">
      <w:r>
        <w:tab/>
      </w:r>
      <w:r>
        <w:tab/>
      </w:r>
      <w:r>
        <w:tab/>
      </w:r>
      <w:r>
        <w:tab/>
      </w:r>
      <w:r>
        <w:tab/>
      </w:r>
      <w:r>
        <w:tab/>
        <w:t>Danijela Drezga,</w:t>
      </w:r>
      <w:proofErr w:type="spellStart"/>
      <w:r>
        <w:t>prof</w:t>
      </w:r>
      <w:proofErr w:type="spellEnd"/>
      <w:r>
        <w:t>.,</w:t>
      </w:r>
      <w:proofErr w:type="spellStart"/>
      <w:r>
        <w:t>dipl.knjižničarka</w:t>
      </w:r>
      <w:proofErr w:type="spellEnd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</w:tblGrid>
      <w:tr w:rsidR="008D3C46" w:rsidRPr="00602AA9" w:rsidTr="00C67DB3">
        <w:trPr>
          <w:trHeight w:val="485"/>
        </w:trPr>
        <w:tc>
          <w:tcPr>
            <w:tcW w:w="7797" w:type="dxa"/>
          </w:tcPr>
          <w:p w:rsidR="008D3C46" w:rsidRDefault="008D3C46" w:rsidP="008D3C46">
            <w:pPr>
              <w:spacing w:after="160" w:line="259" w:lineRule="auto"/>
              <w:rPr>
                <w:rFonts w:ascii="Arial Nova Cond" w:hAnsi="Arial Nova Cond" w:cstheme="minorHAnsi"/>
                <w:b/>
                <w:bCs/>
                <w:szCs w:val="24"/>
              </w:rPr>
            </w:pPr>
          </w:p>
          <w:p w:rsidR="008D3C46" w:rsidRDefault="008D3C46" w:rsidP="008D3C46">
            <w:pPr>
              <w:spacing w:after="160" w:line="259" w:lineRule="auto"/>
              <w:rPr>
                <w:rFonts w:ascii="Arial Nova Cond" w:hAnsi="Arial Nova Cond" w:cstheme="minorHAnsi"/>
                <w:b/>
                <w:bCs/>
                <w:szCs w:val="24"/>
              </w:rPr>
            </w:pPr>
          </w:p>
          <w:p w:rsidR="008D3C46" w:rsidRDefault="008D3C46" w:rsidP="008D3C46">
            <w:pPr>
              <w:spacing w:after="160" w:line="259" w:lineRule="auto"/>
              <w:rPr>
                <w:rFonts w:ascii="Arial Nova Cond" w:hAnsi="Arial Nova Cond" w:cstheme="minorHAnsi"/>
                <w:b/>
                <w:bCs/>
                <w:szCs w:val="24"/>
              </w:rPr>
            </w:pPr>
          </w:p>
          <w:p w:rsidR="008D3C46" w:rsidRPr="00602AA9" w:rsidRDefault="008D3C46" w:rsidP="008D3C46">
            <w:pPr>
              <w:spacing w:after="160" w:line="259" w:lineRule="auto"/>
              <w:rPr>
                <w:rFonts w:ascii="Arial Nova Cond" w:hAnsi="Arial Nova Cond" w:cstheme="minorHAnsi"/>
                <w:b/>
                <w:bCs/>
                <w:szCs w:val="24"/>
              </w:rPr>
            </w:pPr>
          </w:p>
        </w:tc>
      </w:tr>
      <w:tr w:rsidR="008D3C46" w:rsidRPr="00602AA9" w:rsidTr="00C67DB3">
        <w:trPr>
          <w:trHeight w:val="485"/>
        </w:trPr>
        <w:tc>
          <w:tcPr>
            <w:tcW w:w="7797" w:type="dxa"/>
          </w:tcPr>
          <w:p w:rsidR="008D3C46" w:rsidRPr="00602AA9" w:rsidRDefault="008D3C46" w:rsidP="00C67DB3">
            <w:pPr>
              <w:rPr>
                <w:rFonts w:ascii="Arial Nova Cond" w:hAnsi="Arial Nova Cond" w:cstheme="minorHAnsi"/>
                <w:b/>
                <w:bCs/>
                <w:szCs w:val="24"/>
              </w:rPr>
            </w:pPr>
          </w:p>
        </w:tc>
      </w:tr>
      <w:tr w:rsidR="008D3C46" w:rsidRPr="00602AA9" w:rsidTr="00C67DB3">
        <w:trPr>
          <w:trHeight w:val="485"/>
        </w:trPr>
        <w:tc>
          <w:tcPr>
            <w:tcW w:w="7797" w:type="dxa"/>
          </w:tcPr>
          <w:p w:rsidR="008D3C46" w:rsidRPr="00602AA9" w:rsidRDefault="008D3C46" w:rsidP="00C67DB3">
            <w:pPr>
              <w:rPr>
                <w:rFonts w:ascii="Arial Nova Cond" w:hAnsi="Arial Nova Cond" w:cstheme="minorHAnsi"/>
                <w:b/>
                <w:bCs/>
                <w:szCs w:val="24"/>
              </w:rPr>
            </w:pPr>
          </w:p>
        </w:tc>
      </w:tr>
    </w:tbl>
    <w:p w:rsidR="008D3C46" w:rsidRDefault="008D3C46"/>
    <w:sectPr w:rsidR="008D3C4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C7B" w:rsidRDefault="00CC5C7B" w:rsidP="00A36F53">
      <w:r>
        <w:separator/>
      </w:r>
    </w:p>
  </w:endnote>
  <w:endnote w:type="continuationSeparator" w:id="0">
    <w:p w:rsidR="00CC5C7B" w:rsidRDefault="00CC5C7B" w:rsidP="00A3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ova Cond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F53" w:rsidRDefault="00A36F53"/>
  <w:tbl>
    <w:tblPr>
      <w:tblStyle w:val="Reetkatablice"/>
      <w:tblW w:w="11907" w:type="dxa"/>
      <w:tblInd w:w="-1417" w:type="dxa"/>
      <w:tblBorders>
        <w:top w:val="single" w:sz="4" w:space="0" w:color="A6A6A6" w:themeColor="background1" w:themeShade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907"/>
    </w:tblGrid>
    <w:tr w:rsidR="00A36F53" w:rsidRPr="00602AA9" w:rsidTr="00A36F53">
      <w:tc>
        <w:tcPr>
          <w:tcW w:w="11907" w:type="dxa"/>
        </w:tcPr>
        <w:p w:rsidR="00A36F53" w:rsidRDefault="00A36F53" w:rsidP="00A36F53">
          <w:pPr>
            <w:spacing w:line="360" w:lineRule="auto"/>
            <w:jc w:val="center"/>
            <w:rPr>
              <w:rFonts w:ascii="Arial Nova Cond" w:hAnsi="Arial Nova Cond" w:cstheme="minorHAnsi"/>
              <w:b/>
              <w:bCs/>
              <w:sz w:val="20"/>
              <w:szCs w:val="24"/>
            </w:rPr>
          </w:pPr>
        </w:p>
        <w:p w:rsidR="00A36F53" w:rsidRPr="00602AA9" w:rsidRDefault="00A36F53" w:rsidP="00A36F53">
          <w:pPr>
            <w:spacing w:line="360" w:lineRule="auto"/>
            <w:jc w:val="center"/>
            <w:rPr>
              <w:rFonts w:ascii="Arial Nova Cond" w:hAnsi="Arial Nova Cond" w:cstheme="minorHAnsi"/>
              <w:sz w:val="20"/>
            </w:rPr>
          </w:pPr>
          <w:r w:rsidRPr="00602AA9">
            <w:rPr>
              <w:rFonts w:ascii="Arial Nova Cond" w:hAnsi="Arial Nova Cond" w:cstheme="minorHAnsi"/>
              <w:b/>
              <w:bCs/>
              <w:sz w:val="20"/>
              <w:szCs w:val="24"/>
            </w:rPr>
            <w:t>Narodna knjižnica - Drniš</w:t>
          </w:r>
          <w:r w:rsidRPr="00602AA9">
            <w:rPr>
              <w:rFonts w:ascii="Arial Nova Cond" w:hAnsi="Arial Nova Cond" w:cstheme="minorHAnsi"/>
              <w:b/>
              <w:bCs/>
              <w:sz w:val="20"/>
            </w:rPr>
            <w:t xml:space="preserve"> </w:t>
          </w:r>
          <w:r w:rsidRPr="00602AA9">
            <w:rPr>
              <w:rFonts w:ascii="Arial Nova Cond" w:hAnsi="Arial Nova Cond" w:cstheme="minorHAnsi"/>
              <w:color w:val="D9D9D9"/>
              <w:sz w:val="20"/>
            </w:rPr>
            <w:t>|</w:t>
          </w:r>
          <w:r w:rsidRPr="00602AA9">
            <w:rPr>
              <w:rFonts w:ascii="Arial Nova Cond" w:hAnsi="Arial Nova Cond" w:cstheme="minorHAnsi"/>
              <w:sz w:val="20"/>
            </w:rPr>
            <w:t> Kralja Zvonimira 8</w:t>
          </w:r>
          <w:r w:rsidRPr="00602AA9">
            <w:rPr>
              <w:rFonts w:ascii="Arial Nova Cond" w:hAnsi="Arial Nova Cond" w:cstheme="minorHAnsi"/>
              <w:b/>
              <w:bCs/>
              <w:sz w:val="20"/>
            </w:rPr>
            <w:t xml:space="preserve"> </w:t>
          </w:r>
          <w:r w:rsidRPr="00602AA9">
            <w:rPr>
              <w:rFonts w:ascii="Arial Nova Cond" w:hAnsi="Arial Nova Cond" w:cstheme="minorHAnsi"/>
              <w:color w:val="D9D9D9"/>
              <w:sz w:val="20"/>
            </w:rPr>
            <w:t>|</w:t>
          </w:r>
          <w:r w:rsidRPr="00602AA9">
            <w:rPr>
              <w:rFonts w:ascii="Arial Nova Cond" w:hAnsi="Arial Nova Cond" w:cstheme="minorHAnsi"/>
              <w:sz w:val="20"/>
            </w:rPr>
            <w:t> 22320 Drniš</w:t>
          </w:r>
        </w:p>
      </w:tc>
    </w:tr>
    <w:tr w:rsidR="00A36F53" w:rsidRPr="00602AA9" w:rsidTr="00A36F53">
      <w:tc>
        <w:tcPr>
          <w:tcW w:w="11907" w:type="dxa"/>
        </w:tcPr>
        <w:p w:rsidR="00A36F53" w:rsidRPr="00602AA9" w:rsidRDefault="00A36F53" w:rsidP="00A36F53">
          <w:pPr>
            <w:spacing w:line="360" w:lineRule="auto"/>
            <w:jc w:val="center"/>
            <w:rPr>
              <w:rFonts w:ascii="Arial Nova Cond" w:hAnsi="Arial Nova Cond" w:cstheme="minorHAnsi"/>
              <w:sz w:val="20"/>
            </w:rPr>
          </w:pPr>
          <w:r w:rsidRPr="00602AA9">
            <w:rPr>
              <w:rFonts w:ascii="Arial Nova Cond" w:hAnsi="Arial Nova Cond" w:cstheme="minorHAnsi"/>
              <w:b/>
              <w:bCs/>
              <w:color w:val="0C4462"/>
              <w:sz w:val="20"/>
            </w:rPr>
            <w:t>OIB</w:t>
          </w:r>
          <w:r w:rsidRPr="00602AA9">
            <w:rPr>
              <w:rFonts w:ascii="Arial Nova Cond" w:hAnsi="Arial Nova Cond" w:cstheme="minorHAnsi"/>
              <w:sz w:val="20"/>
            </w:rPr>
            <w:t xml:space="preserve"> 58783574818</w:t>
          </w:r>
          <w:r w:rsidRPr="00602AA9">
            <w:rPr>
              <w:rFonts w:ascii="Arial Nova Cond" w:hAnsi="Arial Nova Cond" w:cstheme="minorHAnsi"/>
              <w:b/>
              <w:bCs/>
              <w:sz w:val="20"/>
            </w:rPr>
            <w:t xml:space="preserve"> </w:t>
          </w:r>
          <w:r w:rsidRPr="00602AA9">
            <w:rPr>
              <w:rFonts w:ascii="Arial Nova Cond" w:hAnsi="Arial Nova Cond" w:cstheme="minorHAnsi"/>
              <w:color w:val="D9D9D9"/>
              <w:sz w:val="20"/>
            </w:rPr>
            <w:t>|</w:t>
          </w:r>
          <w:r w:rsidRPr="00602AA9">
            <w:rPr>
              <w:rFonts w:ascii="Arial Nova Cond" w:hAnsi="Arial Nova Cond" w:cstheme="minorHAnsi"/>
              <w:sz w:val="20"/>
            </w:rPr>
            <w:t> </w:t>
          </w:r>
          <w:r w:rsidRPr="00602AA9">
            <w:rPr>
              <w:rFonts w:ascii="Arial Nova Cond" w:hAnsi="Arial Nova Cond" w:cstheme="minorHAnsi"/>
              <w:b/>
              <w:bCs/>
              <w:color w:val="0C4462"/>
              <w:sz w:val="20"/>
            </w:rPr>
            <w:t>MBS</w:t>
          </w:r>
          <w:r w:rsidRPr="00602AA9">
            <w:rPr>
              <w:rFonts w:ascii="Arial Nova Cond" w:hAnsi="Arial Nova Cond" w:cstheme="minorHAnsi"/>
              <w:sz w:val="20"/>
            </w:rPr>
            <w:t xml:space="preserve"> 060176235</w:t>
          </w:r>
          <w:r w:rsidRPr="00602AA9">
            <w:rPr>
              <w:rFonts w:ascii="Arial Nova Cond" w:hAnsi="Arial Nova Cond" w:cstheme="minorHAnsi"/>
              <w:b/>
              <w:bCs/>
              <w:sz w:val="20"/>
            </w:rPr>
            <w:t xml:space="preserve"> </w:t>
          </w:r>
          <w:r w:rsidRPr="00602AA9">
            <w:rPr>
              <w:rFonts w:ascii="Arial Nova Cond" w:hAnsi="Arial Nova Cond" w:cstheme="minorHAnsi"/>
              <w:color w:val="D9D9D9"/>
              <w:sz w:val="20"/>
            </w:rPr>
            <w:t>|</w:t>
          </w:r>
          <w:r w:rsidRPr="00602AA9">
            <w:rPr>
              <w:rFonts w:ascii="Arial Nova Cond" w:hAnsi="Arial Nova Cond" w:cstheme="minorHAnsi"/>
              <w:sz w:val="20"/>
            </w:rPr>
            <w:t> </w:t>
          </w:r>
          <w:r w:rsidRPr="00602AA9">
            <w:rPr>
              <w:rFonts w:ascii="Arial Nova Cond" w:hAnsi="Arial Nova Cond" w:cstheme="minorHAnsi"/>
              <w:b/>
              <w:bCs/>
              <w:color w:val="0C4462"/>
              <w:sz w:val="20"/>
            </w:rPr>
            <w:t>IBAN</w:t>
          </w:r>
          <w:r w:rsidRPr="00602AA9">
            <w:rPr>
              <w:rFonts w:ascii="Arial Nova Cond" w:hAnsi="Arial Nova Cond" w:cstheme="minorHAnsi"/>
              <w:sz w:val="20"/>
            </w:rPr>
            <w:t xml:space="preserve"> HR6723900011809500006</w:t>
          </w:r>
        </w:p>
      </w:tc>
    </w:tr>
  </w:tbl>
  <w:p w:rsidR="00A36F53" w:rsidRDefault="00A36F5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C7B" w:rsidRDefault="00CC5C7B" w:rsidP="00A36F53">
      <w:r>
        <w:separator/>
      </w:r>
    </w:p>
  </w:footnote>
  <w:footnote w:type="continuationSeparator" w:id="0">
    <w:p w:rsidR="00CC5C7B" w:rsidRDefault="00CC5C7B" w:rsidP="00A3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Reetkatablice"/>
      <w:tblW w:w="11908" w:type="dxa"/>
      <w:tblInd w:w="-1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2878"/>
      <w:gridCol w:w="3186"/>
      <w:gridCol w:w="3508"/>
      <w:gridCol w:w="918"/>
    </w:tblGrid>
    <w:tr w:rsidR="00A36F53" w:rsidRPr="00A36F53" w:rsidTr="005040FF">
      <w:trPr>
        <w:gridBefore w:val="1"/>
        <w:gridAfter w:val="1"/>
        <w:wBefore w:w="1418" w:type="dxa"/>
        <w:wAfter w:w="918" w:type="dxa"/>
        <w:trHeight w:val="272"/>
      </w:trPr>
      <w:tc>
        <w:tcPr>
          <w:tcW w:w="2878" w:type="dxa"/>
        </w:tcPr>
        <w:p w:rsidR="00A36F53" w:rsidRPr="00A36F53" w:rsidRDefault="00A36F53" w:rsidP="00A36F53">
          <w:pPr>
            <w:pStyle w:val="Zaglavlje"/>
          </w:pPr>
          <w:r w:rsidRPr="00A36F53">
            <w:rPr>
              <w:noProof/>
            </w:rPr>
            <w:drawing>
              <wp:inline distT="0" distB="0" distL="0" distR="0" wp14:anchorId="292E2552" wp14:editId="6A5A8F88">
                <wp:extent cx="1670999" cy="628650"/>
                <wp:effectExtent l="0" t="0" r="5715" b="0"/>
                <wp:docPr id="1" name="Slika 1" descr="Slika na kojoj se prikazuje tekst, znak&#10;&#10;Opis je automatski generir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lika 2" descr="Slika na kojoj se prikazuje tekst, znak&#10;&#10;Opis je automatski generiran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6767" cy="7323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86" w:type="dxa"/>
        </w:tcPr>
        <w:p w:rsidR="00A36F53" w:rsidRPr="00A36F53" w:rsidRDefault="00A36F53" w:rsidP="00A36F53">
          <w:pPr>
            <w:pStyle w:val="Zaglavlje"/>
            <w:jc w:val="right"/>
            <w:rPr>
              <w:b/>
              <w:bCs/>
            </w:rPr>
          </w:pPr>
          <w:r w:rsidRPr="00A36F53">
            <w:rPr>
              <w:b/>
              <w:bCs/>
            </w:rPr>
            <w:t>TEL</w:t>
          </w:r>
        </w:p>
        <w:p w:rsidR="00A36F53" w:rsidRPr="00A36F53" w:rsidRDefault="00A36F53" w:rsidP="00A36F53">
          <w:pPr>
            <w:pStyle w:val="Zaglavlje"/>
            <w:jc w:val="right"/>
            <w:rPr>
              <w:b/>
              <w:bCs/>
            </w:rPr>
          </w:pPr>
          <w:r w:rsidRPr="00A36F53">
            <w:rPr>
              <w:b/>
              <w:bCs/>
            </w:rPr>
            <w:t>FAX</w:t>
          </w:r>
        </w:p>
        <w:p w:rsidR="00A36F53" w:rsidRPr="00A36F53" w:rsidRDefault="00A36F53" w:rsidP="00A36F53">
          <w:pPr>
            <w:pStyle w:val="Zaglavlje"/>
            <w:jc w:val="right"/>
            <w:rPr>
              <w:b/>
              <w:bCs/>
            </w:rPr>
          </w:pPr>
          <w:r w:rsidRPr="00A36F53">
            <w:rPr>
              <w:b/>
              <w:bCs/>
            </w:rPr>
            <w:t>WEB</w:t>
          </w:r>
        </w:p>
        <w:p w:rsidR="00A36F53" w:rsidRPr="00A36F53" w:rsidRDefault="00A36F53" w:rsidP="00A36F53">
          <w:pPr>
            <w:pStyle w:val="Zaglavlje"/>
            <w:jc w:val="right"/>
            <w:rPr>
              <w:b/>
              <w:bCs/>
            </w:rPr>
          </w:pPr>
          <w:r w:rsidRPr="00A36F53">
            <w:rPr>
              <w:b/>
              <w:bCs/>
            </w:rPr>
            <w:t>E-MAIL</w:t>
          </w:r>
        </w:p>
      </w:tc>
      <w:tc>
        <w:tcPr>
          <w:tcW w:w="3508" w:type="dxa"/>
        </w:tcPr>
        <w:p w:rsidR="00A36F53" w:rsidRPr="00A36F53" w:rsidRDefault="00A36F53" w:rsidP="00A36F53">
          <w:pPr>
            <w:pStyle w:val="Zaglavlje"/>
          </w:pPr>
          <w:r w:rsidRPr="00A36F53">
            <w:t>022 888 140</w:t>
          </w:r>
        </w:p>
        <w:p w:rsidR="00A36F53" w:rsidRPr="00A36F53" w:rsidRDefault="00A36F53" w:rsidP="00A36F53">
          <w:pPr>
            <w:pStyle w:val="Zaglavlje"/>
          </w:pPr>
          <w:r w:rsidRPr="00A36F53">
            <w:t>022 887 233</w:t>
          </w:r>
        </w:p>
        <w:p w:rsidR="00A36F53" w:rsidRPr="00A36F53" w:rsidRDefault="00CC5C7B" w:rsidP="00A36F53">
          <w:pPr>
            <w:pStyle w:val="Zaglavlje"/>
          </w:pPr>
          <w:hyperlink r:id="rId2" w:history="1">
            <w:r w:rsidR="00A36F53" w:rsidRPr="00A36F53">
              <w:rPr>
                <w:rStyle w:val="Hiperveza"/>
              </w:rPr>
              <w:t>www.narodna-knjiznica-drnis.hr</w:t>
            </w:r>
          </w:hyperlink>
          <w:r w:rsidR="00A36F53" w:rsidRPr="00A36F53">
            <w:t xml:space="preserve"> </w:t>
          </w:r>
        </w:p>
        <w:p w:rsidR="00A36F53" w:rsidRPr="00A36F53" w:rsidRDefault="00CC5C7B" w:rsidP="00A36F53">
          <w:pPr>
            <w:pStyle w:val="Zaglavlje"/>
          </w:pPr>
          <w:hyperlink r:id="rId3" w:history="1">
            <w:r w:rsidR="00A36F53" w:rsidRPr="00A36F53">
              <w:rPr>
                <w:rStyle w:val="Hiperveza"/>
              </w:rPr>
              <w:t>kontakt@narodna-knjiznica-drnis.hr</w:t>
            </w:r>
          </w:hyperlink>
          <w:r w:rsidR="00A36F53" w:rsidRPr="00A36F53">
            <w:t xml:space="preserve"> </w:t>
          </w:r>
        </w:p>
      </w:tc>
    </w:tr>
    <w:tr w:rsidR="005040FF" w:rsidRPr="00A36F53" w:rsidTr="005040FF">
      <w:tblPrEx>
        <w:tblBorders>
          <w:bottom w:val="single" w:sz="4" w:space="0" w:color="A6A6A6" w:themeColor="background1" w:themeShade="A6"/>
        </w:tblBorders>
      </w:tblPrEx>
      <w:trPr>
        <w:trHeight w:val="272"/>
      </w:trPr>
      <w:tc>
        <w:tcPr>
          <w:tcW w:w="4296" w:type="dxa"/>
          <w:gridSpan w:val="2"/>
        </w:tcPr>
        <w:p w:rsidR="005040FF" w:rsidRPr="00A36F53" w:rsidRDefault="005040FF" w:rsidP="005040FF">
          <w:pPr>
            <w:pStyle w:val="Zaglavlje"/>
          </w:pPr>
        </w:p>
      </w:tc>
      <w:tc>
        <w:tcPr>
          <w:tcW w:w="3186" w:type="dxa"/>
        </w:tcPr>
        <w:p w:rsidR="005040FF" w:rsidRPr="00A36F53" w:rsidRDefault="005040FF" w:rsidP="005040FF">
          <w:pPr>
            <w:pStyle w:val="Zaglavlje"/>
            <w:jc w:val="right"/>
            <w:rPr>
              <w:b/>
              <w:bCs/>
            </w:rPr>
          </w:pPr>
        </w:p>
      </w:tc>
      <w:tc>
        <w:tcPr>
          <w:tcW w:w="4426" w:type="dxa"/>
          <w:gridSpan w:val="2"/>
        </w:tcPr>
        <w:p w:rsidR="005040FF" w:rsidRPr="00A36F53" w:rsidRDefault="005040FF" w:rsidP="005040FF">
          <w:pPr>
            <w:pStyle w:val="Zaglavlje"/>
          </w:pPr>
        </w:p>
      </w:tc>
    </w:tr>
  </w:tbl>
  <w:p w:rsidR="005040FF" w:rsidRDefault="005040F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C46"/>
    <w:rsid w:val="0003446B"/>
    <w:rsid w:val="00313421"/>
    <w:rsid w:val="00433AD6"/>
    <w:rsid w:val="005040FF"/>
    <w:rsid w:val="008D3C46"/>
    <w:rsid w:val="00A36F53"/>
    <w:rsid w:val="00AE743B"/>
    <w:rsid w:val="00C15389"/>
    <w:rsid w:val="00CC5C7B"/>
    <w:rsid w:val="00D87049"/>
    <w:rsid w:val="00EB7ED6"/>
    <w:rsid w:val="00F8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05B58"/>
  <w15:chartTrackingRefBased/>
  <w15:docId w15:val="{5BB49853-8FC6-4DB7-96D5-8616A74D5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F53"/>
    <w:pPr>
      <w:spacing w:after="0" w:line="240" w:lineRule="auto"/>
    </w:pPr>
    <w:rPr>
      <w:rFonts w:ascii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A36F53"/>
    <w:rPr>
      <w:color w:val="0563C1"/>
      <w:u w:val="single"/>
    </w:rPr>
  </w:style>
  <w:style w:type="paragraph" w:customStyle="1" w:styleId="xmsonormal">
    <w:name w:val="x_msonormal"/>
    <w:basedOn w:val="Normal"/>
    <w:rsid w:val="00A36F53"/>
  </w:style>
  <w:style w:type="table" w:styleId="Reetkatablice">
    <w:name w:val="Table Grid"/>
    <w:basedOn w:val="Obinatablica"/>
    <w:uiPriority w:val="39"/>
    <w:rsid w:val="00A3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36F5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36F53"/>
    <w:rPr>
      <w:rFonts w:ascii="Calibri" w:hAnsi="Calibri" w:cs="Calibri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36F5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36F53"/>
    <w:rPr>
      <w:rFonts w:ascii="Calibri" w:hAnsi="Calibri" w:cs="Calibri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040F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040FF"/>
    <w:rPr>
      <w:rFonts w:ascii="Segoe UI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kontakt@narodna-knjiznica-drnis.hr" TargetMode="External"/><Relationship Id="rId2" Type="http://schemas.openxmlformats.org/officeDocument/2006/relationships/hyperlink" Target="http://www.narodna-knjiznica-drnis.h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jela\Desktop\Memorandum_predlozak.do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Memorandum_predlozak.dotx</Template>
  <TotalTime>38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 Drezga</cp:lastModifiedBy>
  <cp:revision>5</cp:revision>
  <cp:lastPrinted>2021-12-13T09:33:00Z</cp:lastPrinted>
  <dcterms:created xsi:type="dcterms:W3CDTF">2021-12-13T09:04:00Z</dcterms:created>
  <dcterms:modified xsi:type="dcterms:W3CDTF">2021-12-13T10:16:00Z</dcterms:modified>
</cp:coreProperties>
</file>